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2CB73495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9B66B6">
        <w:rPr>
          <w:rFonts w:cs="Arial"/>
          <w:color w:val="000000"/>
          <w:sz w:val="22"/>
        </w:rPr>
        <w:t>08.01</w:t>
      </w:r>
      <w:r w:rsidRPr="00DF19FF">
        <w:rPr>
          <w:rFonts w:cs="Arial"/>
          <w:color w:val="000000"/>
          <w:sz w:val="22"/>
        </w:rPr>
        <w:t>202</w:t>
      </w:r>
      <w:r w:rsidR="009B66B6">
        <w:rPr>
          <w:rFonts w:cs="Arial"/>
          <w:color w:val="000000"/>
          <w:sz w:val="22"/>
        </w:rPr>
        <w:t>5</w:t>
      </w:r>
      <w:r w:rsidRPr="00DF19FF">
        <w:rPr>
          <w:rFonts w:cs="Arial"/>
          <w:color w:val="000000"/>
          <w:sz w:val="22"/>
        </w:rPr>
        <w:t xml:space="preserve"> nr JV-MAA-1/</w:t>
      </w:r>
      <w:r w:rsidR="00790D57">
        <w:rPr>
          <w:rFonts w:cs="Arial"/>
          <w:color w:val="000000"/>
          <w:sz w:val="22"/>
        </w:rPr>
        <w:t>99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567499">
        <w:trPr>
          <w:trHeight w:val="6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675556B9" w:rsidR="000B2E35" w:rsidRPr="000B2E35" w:rsidRDefault="00567499" w:rsidP="0056749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4E4F6F3C" w:rsidR="000B2E35" w:rsidRPr="000B2E35" w:rsidRDefault="00090E0A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võrgu </w:t>
            </w:r>
            <w:r w:rsidR="00FB725C">
              <w:rPr>
                <w:rFonts w:ascii="Calibri" w:eastAsia="Calibri" w:hAnsi="Calibri"/>
                <w:sz w:val="22"/>
                <w:szCs w:val="22"/>
                <w:lang w:val="et-EE"/>
              </w:rPr>
              <w:t>liitumine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, elektri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  <w:r w:rsidR="009B66B6">
              <w:rPr>
                <w:rFonts w:ascii="Calibri" w:eastAsia="Calibri" w:hAnsi="Calibri"/>
                <w:sz w:val="22"/>
                <w:szCs w:val="22"/>
                <w:lang w:val="et-EE"/>
              </w:rPr>
              <w:t>, liitumiskilp ja kaabli jaotuskapp</w:t>
            </w:r>
          </w:p>
        </w:tc>
      </w:tr>
      <w:tr w:rsidR="000B2E35" w:rsidRPr="000B2E35" w14:paraId="66288C6B" w14:textId="77777777" w:rsidTr="00567499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36B28BD1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460DD90C" w14:textId="094C1833" w:rsidR="00F44F1F" w:rsidRPr="00F44F1F" w:rsidRDefault="005D50D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LC2968</w:t>
            </w:r>
            <w:r w:rsidR="00F44F1F"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„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13111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Kauksi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-Vasknarva tee kinnistu liitumine madalpingel Uusküla 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küla </w:t>
            </w:r>
            <w:r w:rsidR="00226D4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Alutaguse 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vald </w:t>
            </w:r>
            <w:r w:rsidR="00226D4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Ida-Viru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maa</w:t>
            </w:r>
            <w:r w:rsidR="00F44F1F" w:rsidRPr="00F44F1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  <w:p w14:paraId="0F587937" w14:textId="70CFE411" w:rsidR="000B2E35" w:rsidRPr="000B2E35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59EED9" w14:textId="24E1D8CB" w:rsidR="00F44F1F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5E57D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Andres Koppel</w:t>
            </w:r>
          </w:p>
          <w:p w14:paraId="1AF8D9E3" w14:textId="133DDF49" w:rsidR="00A45F32" w:rsidRPr="000B2E35" w:rsidRDefault="00C16971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Stromtec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27483E54" w:rsidR="000B2E35" w:rsidRPr="000B2E35" w:rsidRDefault="005E57DB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5E57D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23.12.2024  nr 7.1-2/24/21449-3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0B346C3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="00F44F1F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5F8D8E14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5E57DB">
              <w:rPr>
                <w:rFonts w:ascii="Times New Roman" w:hAnsi="Times New Roman"/>
                <w:b/>
                <w:lang w:val="et-EE"/>
              </w:rPr>
              <w:t xml:space="preserve">13111 </w:t>
            </w:r>
            <w:proofErr w:type="spellStart"/>
            <w:r w:rsidR="005E57DB">
              <w:rPr>
                <w:rFonts w:ascii="Times New Roman" w:hAnsi="Times New Roman"/>
                <w:b/>
                <w:lang w:val="et-EE"/>
              </w:rPr>
              <w:t>Kauksi</w:t>
            </w:r>
            <w:proofErr w:type="spellEnd"/>
            <w:r w:rsidR="005E57DB">
              <w:rPr>
                <w:rFonts w:ascii="Times New Roman" w:hAnsi="Times New Roman"/>
                <w:b/>
                <w:lang w:val="et-EE"/>
              </w:rPr>
              <w:t>-Vasknarva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F44F1F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7527CD6A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5E57DB">
              <w:rPr>
                <w:rFonts w:ascii="Times New Roman" w:hAnsi="Times New Roman"/>
                <w:bCs/>
                <w:lang w:val="et-EE"/>
              </w:rPr>
              <w:t>12201:001:0371</w:t>
            </w:r>
          </w:p>
          <w:p w14:paraId="573BFF07" w14:textId="6FE1E0B1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396525">
              <w:rPr>
                <w:rFonts w:ascii="Times New Roman" w:hAnsi="Times New Roman"/>
                <w:bCs/>
                <w:lang w:val="et-EE"/>
              </w:rPr>
              <w:t>7607250</w:t>
            </w:r>
          </w:p>
          <w:p w14:paraId="33B38F87" w14:textId="56C912D4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96525">
              <w:rPr>
                <w:rFonts w:ascii="Times New Roman" w:hAnsi="Times New Roman"/>
                <w:bCs/>
                <w:lang w:val="et-EE"/>
              </w:rPr>
              <w:t xml:space="preserve">13111 </w:t>
            </w:r>
            <w:proofErr w:type="spellStart"/>
            <w:r w:rsidR="00396525">
              <w:rPr>
                <w:rFonts w:ascii="Times New Roman" w:hAnsi="Times New Roman"/>
                <w:bCs/>
                <w:lang w:val="et-EE"/>
              </w:rPr>
              <w:t>Kauksi</w:t>
            </w:r>
            <w:proofErr w:type="spellEnd"/>
            <w:r w:rsidR="00396525">
              <w:rPr>
                <w:rFonts w:ascii="Times New Roman" w:hAnsi="Times New Roman"/>
                <w:bCs/>
                <w:lang w:val="et-EE"/>
              </w:rPr>
              <w:t>-Vasknarva</w:t>
            </w:r>
            <w:r w:rsidR="00E70A39" w:rsidRPr="00E70A39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A95FBAC" w14:textId="78DC57C5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097C8C">
              <w:rPr>
                <w:rFonts w:ascii="Times New Roman" w:hAnsi="Times New Roman"/>
                <w:bCs/>
                <w:lang w:val="et-EE"/>
              </w:rPr>
              <w:t>8067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3FDB713" w14:textId="24CE40CC" w:rsidR="00204605" w:rsidRDefault="001F4CFC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9B66B6">
              <w:rPr>
                <w:rFonts w:ascii="Times New Roman" w:hAnsi="Times New Roman"/>
                <w:bCs/>
                <w:lang w:val="et-EE"/>
              </w:rPr>
              <w:t>635058</w:t>
            </w:r>
          </w:p>
          <w:p w14:paraId="19CE75E4" w14:textId="1C660B65" w:rsidR="00567499" w:rsidRPr="000B2E35" w:rsidRDefault="009B66B6" w:rsidP="004C0FF9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2E1FED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https://pari.kataster.ee/magic-link/3f15bb30-5918-4a42-914f-b47436cb159d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 </w:t>
            </w:r>
          </w:p>
        </w:tc>
      </w:tr>
      <w:tr w:rsidR="00F44F1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F44F1F" w:rsidRDefault="00F44F1F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F44F1F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2A7C2296" w:rsidR="00077D32" w:rsidRPr="00742C52" w:rsidRDefault="00A01CB6" w:rsidP="00A01CB6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="000B2E35"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AFFC7" w14:textId="77777777" w:rsidR="00AB5FDC" w:rsidRDefault="00AB5FDC">
      <w:r>
        <w:separator/>
      </w:r>
    </w:p>
  </w:endnote>
  <w:endnote w:type="continuationSeparator" w:id="0">
    <w:p w14:paraId="7B3C5153" w14:textId="77777777" w:rsidR="00AB5FDC" w:rsidRDefault="00AB5FDC">
      <w:r>
        <w:continuationSeparator/>
      </w:r>
    </w:p>
  </w:endnote>
  <w:endnote w:type="continuationNotice" w:id="1">
    <w:p w14:paraId="7249276D" w14:textId="77777777" w:rsidR="00AB5FDC" w:rsidRDefault="00AB5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8334F" w14:textId="77777777" w:rsidR="00AB5FDC" w:rsidRDefault="00AB5FDC">
      <w:r>
        <w:separator/>
      </w:r>
    </w:p>
  </w:footnote>
  <w:footnote w:type="continuationSeparator" w:id="0">
    <w:p w14:paraId="7EA3D70D" w14:textId="77777777" w:rsidR="00AB5FDC" w:rsidRDefault="00AB5FDC">
      <w:r>
        <w:continuationSeparator/>
      </w:r>
    </w:p>
  </w:footnote>
  <w:footnote w:type="continuationNotice" w:id="1">
    <w:p w14:paraId="742E3753" w14:textId="77777777" w:rsidR="00AB5FDC" w:rsidRDefault="00AB5F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97C8C"/>
    <w:rsid w:val="000B2E35"/>
    <w:rsid w:val="000B3CE2"/>
    <w:rsid w:val="000B417F"/>
    <w:rsid w:val="000B4850"/>
    <w:rsid w:val="000B532A"/>
    <w:rsid w:val="000C1473"/>
    <w:rsid w:val="000D61F2"/>
    <w:rsid w:val="000E7C0F"/>
    <w:rsid w:val="00106C74"/>
    <w:rsid w:val="0012688C"/>
    <w:rsid w:val="00131D0A"/>
    <w:rsid w:val="001408A9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26D4C"/>
    <w:rsid w:val="002327D2"/>
    <w:rsid w:val="002413D3"/>
    <w:rsid w:val="002463AC"/>
    <w:rsid w:val="00246610"/>
    <w:rsid w:val="002474AF"/>
    <w:rsid w:val="00251F87"/>
    <w:rsid w:val="002569F2"/>
    <w:rsid w:val="002701D0"/>
    <w:rsid w:val="0027153D"/>
    <w:rsid w:val="002726A3"/>
    <w:rsid w:val="00273FA4"/>
    <w:rsid w:val="002A1E30"/>
    <w:rsid w:val="002A3EBD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96525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57C3D"/>
    <w:rsid w:val="00466325"/>
    <w:rsid w:val="00470107"/>
    <w:rsid w:val="00470507"/>
    <w:rsid w:val="00482DEA"/>
    <w:rsid w:val="00483EDD"/>
    <w:rsid w:val="004851DA"/>
    <w:rsid w:val="00491AD7"/>
    <w:rsid w:val="0049609F"/>
    <w:rsid w:val="004C0606"/>
    <w:rsid w:val="004C0FF9"/>
    <w:rsid w:val="004C388C"/>
    <w:rsid w:val="004C7FBD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47C65"/>
    <w:rsid w:val="00556D7B"/>
    <w:rsid w:val="005572A4"/>
    <w:rsid w:val="00557995"/>
    <w:rsid w:val="005609D0"/>
    <w:rsid w:val="00567499"/>
    <w:rsid w:val="00567C35"/>
    <w:rsid w:val="00570825"/>
    <w:rsid w:val="00582590"/>
    <w:rsid w:val="00591376"/>
    <w:rsid w:val="005A217D"/>
    <w:rsid w:val="005A42CF"/>
    <w:rsid w:val="005A75B8"/>
    <w:rsid w:val="005C24D9"/>
    <w:rsid w:val="005D4F2A"/>
    <w:rsid w:val="005D50D5"/>
    <w:rsid w:val="005E2103"/>
    <w:rsid w:val="005E57DB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90323"/>
    <w:rsid w:val="006915C2"/>
    <w:rsid w:val="006A7D18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0D57"/>
    <w:rsid w:val="00797B52"/>
    <w:rsid w:val="007A21F0"/>
    <w:rsid w:val="007A5E5F"/>
    <w:rsid w:val="007D4619"/>
    <w:rsid w:val="007D5377"/>
    <w:rsid w:val="007E637D"/>
    <w:rsid w:val="007F387E"/>
    <w:rsid w:val="00806109"/>
    <w:rsid w:val="00821DE6"/>
    <w:rsid w:val="008250FC"/>
    <w:rsid w:val="0082604D"/>
    <w:rsid w:val="008342C4"/>
    <w:rsid w:val="00836A67"/>
    <w:rsid w:val="00836ACB"/>
    <w:rsid w:val="008514A3"/>
    <w:rsid w:val="0086202A"/>
    <w:rsid w:val="00867D35"/>
    <w:rsid w:val="00870659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40144"/>
    <w:rsid w:val="009612E0"/>
    <w:rsid w:val="00962202"/>
    <w:rsid w:val="00973871"/>
    <w:rsid w:val="0098160F"/>
    <w:rsid w:val="00982A44"/>
    <w:rsid w:val="00982BF4"/>
    <w:rsid w:val="00995F05"/>
    <w:rsid w:val="009B0C1D"/>
    <w:rsid w:val="009B66B6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01CB6"/>
    <w:rsid w:val="00A250BE"/>
    <w:rsid w:val="00A27416"/>
    <w:rsid w:val="00A33A60"/>
    <w:rsid w:val="00A402ED"/>
    <w:rsid w:val="00A43A3D"/>
    <w:rsid w:val="00A45F32"/>
    <w:rsid w:val="00A473C8"/>
    <w:rsid w:val="00A55FA1"/>
    <w:rsid w:val="00A65739"/>
    <w:rsid w:val="00A76455"/>
    <w:rsid w:val="00A76CAD"/>
    <w:rsid w:val="00A832DA"/>
    <w:rsid w:val="00A93E8E"/>
    <w:rsid w:val="00AA72EC"/>
    <w:rsid w:val="00AB5FD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C2385"/>
    <w:rsid w:val="00BC2734"/>
    <w:rsid w:val="00BC62D7"/>
    <w:rsid w:val="00BE57AB"/>
    <w:rsid w:val="00BF064F"/>
    <w:rsid w:val="00BF086F"/>
    <w:rsid w:val="00BF0E4C"/>
    <w:rsid w:val="00C0020C"/>
    <w:rsid w:val="00C04347"/>
    <w:rsid w:val="00C072BE"/>
    <w:rsid w:val="00C16971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01847"/>
    <w:rsid w:val="00D24041"/>
    <w:rsid w:val="00D25D80"/>
    <w:rsid w:val="00D266EA"/>
    <w:rsid w:val="00D27110"/>
    <w:rsid w:val="00D31BD2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E117B"/>
    <w:rsid w:val="00DF19FF"/>
    <w:rsid w:val="00DF467B"/>
    <w:rsid w:val="00E04AA7"/>
    <w:rsid w:val="00E05DC0"/>
    <w:rsid w:val="00E11073"/>
    <w:rsid w:val="00E27A09"/>
    <w:rsid w:val="00E361F7"/>
    <w:rsid w:val="00E366A1"/>
    <w:rsid w:val="00E47970"/>
    <w:rsid w:val="00E6200E"/>
    <w:rsid w:val="00E70A39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14B6"/>
    <w:rsid w:val="00EF7F44"/>
    <w:rsid w:val="00F00DCB"/>
    <w:rsid w:val="00F227AD"/>
    <w:rsid w:val="00F30C82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4E9C"/>
    <w:rsid w:val="00FA588A"/>
    <w:rsid w:val="00FA6F52"/>
    <w:rsid w:val="00FB725C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3f15bb30-5918-4a42-914f-b47436cb159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262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1779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2025-01-08T06:52:00Z</dcterms:created>
  <dcterms:modified xsi:type="dcterms:W3CDTF">2025-01-08T06:52:00Z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